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25ECA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C5B1D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799291" w14:textId="723E52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D21385">
        <w:rPr>
          <w:rFonts w:ascii="Corbel" w:hAnsi="Corbel"/>
          <w:smallCaps/>
          <w:sz w:val="24"/>
          <w:szCs w:val="24"/>
        </w:rPr>
        <w:t>202</w:t>
      </w:r>
      <w:r w:rsidR="0054224F">
        <w:rPr>
          <w:rFonts w:ascii="Corbel" w:hAnsi="Corbel"/>
          <w:smallCaps/>
          <w:sz w:val="24"/>
          <w:szCs w:val="24"/>
        </w:rPr>
        <w:t>1</w:t>
      </w:r>
      <w:r w:rsidR="00D21385">
        <w:rPr>
          <w:rFonts w:ascii="Corbel" w:hAnsi="Corbel"/>
          <w:smallCaps/>
          <w:sz w:val="24"/>
          <w:szCs w:val="24"/>
        </w:rPr>
        <w:t>-202</w:t>
      </w:r>
      <w:r w:rsidR="0054224F">
        <w:rPr>
          <w:rFonts w:ascii="Corbel" w:hAnsi="Corbel"/>
          <w:smallCaps/>
          <w:sz w:val="24"/>
          <w:szCs w:val="24"/>
        </w:rPr>
        <w:t>3</w:t>
      </w:r>
    </w:p>
    <w:p w14:paraId="78F8B01F" w14:textId="49A030B8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54224F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54224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789813B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2FAAE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4CBBF3C6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7BB9B8E5" w14:textId="77777777" w:rsidTr="00F30C9E">
        <w:tc>
          <w:tcPr>
            <w:tcW w:w="3857" w:type="dxa"/>
            <w:vAlign w:val="center"/>
          </w:tcPr>
          <w:p w14:paraId="6183D20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191CAA30" w14:textId="77777777" w:rsidR="004E4652" w:rsidRPr="0079395F" w:rsidRDefault="004C5822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6DA33E93" w14:textId="77777777" w:rsidTr="00F30C9E">
        <w:tc>
          <w:tcPr>
            <w:tcW w:w="3857" w:type="dxa"/>
            <w:vAlign w:val="center"/>
          </w:tcPr>
          <w:p w14:paraId="1EF711A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76CA283" w14:textId="77777777" w:rsidR="004E4652" w:rsidRPr="0008163D" w:rsidRDefault="00D21385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D2138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138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C63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1385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665E6B" w:rsidRPr="009C54AE" w14:paraId="38DD28C7" w14:textId="77777777" w:rsidTr="00F30C9E">
        <w:tc>
          <w:tcPr>
            <w:tcW w:w="3857" w:type="dxa"/>
            <w:vAlign w:val="center"/>
          </w:tcPr>
          <w:p w14:paraId="2AA47614" w14:textId="77777777" w:rsidR="00665E6B" w:rsidRPr="009C54AE" w:rsidRDefault="00665E6B" w:rsidP="00F30C9E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0252ADAB" w14:textId="77777777" w:rsidR="00665E6B" w:rsidRPr="009C54AE" w:rsidRDefault="00665E6B" w:rsidP="00F30C9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654E" w:rsidRPr="009C54AE" w14:paraId="06B0208C" w14:textId="77777777" w:rsidTr="00F30C9E">
        <w:tc>
          <w:tcPr>
            <w:tcW w:w="3857" w:type="dxa"/>
            <w:vAlign w:val="center"/>
          </w:tcPr>
          <w:p w14:paraId="177221DB" w14:textId="77777777" w:rsidR="007E654E" w:rsidRPr="009C54AE" w:rsidRDefault="007E654E" w:rsidP="007E654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0898496" w14:textId="77777777" w:rsidR="007E654E" w:rsidRPr="00EB2281" w:rsidRDefault="007E654E" w:rsidP="007E654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2E5B197" w14:textId="77777777" w:rsidTr="00F30C9E">
        <w:tc>
          <w:tcPr>
            <w:tcW w:w="3857" w:type="dxa"/>
            <w:vAlign w:val="center"/>
          </w:tcPr>
          <w:p w14:paraId="2DDD5B39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200174AC" w14:textId="77777777" w:rsidR="004E4652" w:rsidRPr="00EB2281" w:rsidRDefault="0091708F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11ED969C" w14:textId="77777777" w:rsidTr="00F30C9E">
        <w:tc>
          <w:tcPr>
            <w:tcW w:w="3857" w:type="dxa"/>
            <w:vAlign w:val="center"/>
          </w:tcPr>
          <w:p w14:paraId="70DAD627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16569061" w14:textId="77777777" w:rsidR="004E4652" w:rsidRPr="00EB2281" w:rsidRDefault="007E654E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21385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07EE4DF1" w14:textId="77777777" w:rsidTr="00F30C9E">
        <w:tc>
          <w:tcPr>
            <w:tcW w:w="3857" w:type="dxa"/>
            <w:vAlign w:val="center"/>
          </w:tcPr>
          <w:p w14:paraId="62B7891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612BD20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4208A81" w14:textId="77777777" w:rsidTr="00F30C9E">
        <w:tc>
          <w:tcPr>
            <w:tcW w:w="3857" w:type="dxa"/>
            <w:vAlign w:val="center"/>
          </w:tcPr>
          <w:p w14:paraId="5C30DDCE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59BA1E12" w14:textId="77777777" w:rsidR="004E4652" w:rsidRPr="00EB2281" w:rsidRDefault="00547CC8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4C1B20DC" w14:textId="77777777" w:rsidTr="00F30C9E">
        <w:tc>
          <w:tcPr>
            <w:tcW w:w="3857" w:type="dxa"/>
            <w:vAlign w:val="center"/>
          </w:tcPr>
          <w:p w14:paraId="7F6E5B43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47B028D4" w14:textId="77777777" w:rsidR="004E4652" w:rsidRPr="00EB2281" w:rsidRDefault="00381321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6177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4BB805A8" w14:textId="77777777" w:rsidTr="00F30C9E">
        <w:tc>
          <w:tcPr>
            <w:tcW w:w="3857" w:type="dxa"/>
            <w:vAlign w:val="center"/>
          </w:tcPr>
          <w:p w14:paraId="47C87B94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7139A691" w14:textId="77777777" w:rsidR="004E4652" w:rsidRPr="00EB2281" w:rsidRDefault="00D16B0F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D213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6756B76C" w14:textId="77777777" w:rsidTr="00F30C9E">
        <w:tc>
          <w:tcPr>
            <w:tcW w:w="3857" w:type="dxa"/>
            <w:vAlign w:val="center"/>
          </w:tcPr>
          <w:p w14:paraId="6DBDD6F8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26ECD93D" w14:textId="77777777" w:rsidR="004E4652" w:rsidRPr="00EB2281" w:rsidRDefault="004E4652" w:rsidP="00F30C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B040FFB" w14:textId="77777777" w:rsidTr="00F30C9E">
        <w:tc>
          <w:tcPr>
            <w:tcW w:w="3857" w:type="dxa"/>
            <w:vAlign w:val="center"/>
          </w:tcPr>
          <w:p w14:paraId="04C7A845" w14:textId="77777777" w:rsidR="004E4652" w:rsidRPr="009C54AE" w:rsidRDefault="004E4652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7A8F001B" w14:textId="77777777" w:rsidR="004E4652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7FE96A67" w14:textId="77777777" w:rsidTr="00F30C9E">
        <w:tc>
          <w:tcPr>
            <w:tcW w:w="3857" w:type="dxa"/>
            <w:vAlign w:val="center"/>
          </w:tcPr>
          <w:p w14:paraId="45E5F9E8" w14:textId="77777777" w:rsidR="00AF68A0" w:rsidRPr="009C54AE" w:rsidRDefault="00AF68A0" w:rsidP="00F30C9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22B11E70" w14:textId="77777777" w:rsidR="00AF68A0" w:rsidRPr="00AF68A0" w:rsidRDefault="00405599" w:rsidP="00F30C9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38A3E8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032321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D56C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0344EBC4" w14:textId="77777777" w:rsidTr="0082264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E395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7E7FBF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49A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C7A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7AD4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DCD9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55C3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E717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419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D8DC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4BEE" w14:textId="77777777" w:rsidR="00015B8F" w:rsidRPr="009C54AE" w:rsidRDefault="00015B8F" w:rsidP="007E7FBF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22642" w:rsidRPr="009C54AE" w14:paraId="0FC4A52B" w14:textId="77777777" w:rsidTr="0082264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6CE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FA29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E27C" w14:textId="1546021B" w:rsidR="00822642" w:rsidRPr="009C54AE" w:rsidRDefault="00D37E80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7375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2320" w14:textId="35799B42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515F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A60B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C9A3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3A8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FE2C" w14:textId="77777777" w:rsidR="00822642" w:rsidRPr="009C54AE" w:rsidRDefault="00822642" w:rsidP="008226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012B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FA9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50A83C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5F52CC2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EE3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1AEF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5A7D11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D7CBBD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EB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33B27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C8E81" w14:textId="77777777" w:rsidTr="00745302">
        <w:tc>
          <w:tcPr>
            <w:tcW w:w="9670" w:type="dxa"/>
          </w:tcPr>
          <w:p w14:paraId="6F5432C4" w14:textId="77777777" w:rsidR="0085747A" w:rsidRPr="009C54AE" w:rsidRDefault="004C5822" w:rsidP="000E77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63A3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8D37F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DA8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ED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5FA27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4AE1A601" w14:textId="77777777" w:rsidTr="00B74045">
        <w:tc>
          <w:tcPr>
            <w:tcW w:w="845" w:type="dxa"/>
            <w:vAlign w:val="center"/>
          </w:tcPr>
          <w:p w14:paraId="48C240D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F3D39DC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stosowa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nych w administracji.</w:t>
            </w:r>
          </w:p>
        </w:tc>
      </w:tr>
      <w:tr w:rsidR="00B74045" w:rsidRPr="004E4652" w14:paraId="13E4D9F7" w14:textId="77777777" w:rsidTr="00B74045">
        <w:tc>
          <w:tcPr>
            <w:tcW w:w="845" w:type="dxa"/>
            <w:vAlign w:val="center"/>
          </w:tcPr>
          <w:p w14:paraId="4DAA629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94CF63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D21385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73A1B3" w14:textId="77777777" w:rsidTr="00B74045">
        <w:tc>
          <w:tcPr>
            <w:tcW w:w="845" w:type="dxa"/>
            <w:vAlign w:val="center"/>
          </w:tcPr>
          <w:p w14:paraId="4D8A99C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939E784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56E9FC23" w14:textId="77777777" w:rsidTr="00B74045">
        <w:tc>
          <w:tcPr>
            <w:tcW w:w="845" w:type="dxa"/>
            <w:vAlign w:val="center"/>
          </w:tcPr>
          <w:p w14:paraId="780F15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5B25EC1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69DB8D0D" w14:textId="77777777" w:rsidTr="00B74045">
        <w:tc>
          <w:tcPr>
            <w:tcW w:w="845" w:type="dxa"/>
            <w:vAlign w:val="center"/>
          </w:tcPr>
          <w:p w14:paraId="697AA57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12A2BB5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600DB757" w14:textId="77777777" w:rsidTr="00B74045">
        <w:tc>
          <w:tcPr>
            <w:tcW w:w="845" w:type="dxa"/>
            <w:vAlign w:val="center"/>
          </w:tcPr>
          <w:p w14:paraId="26BF24CF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0DF3E10F" w14:textId="77777777" w:rsidR="00B74045" w:rsidRPr="00B74045" w:rsidRDefault="00B74045" w:rsidP="000E77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093F7B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839A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BCD7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6E99E3B" w14:textId="77777777" w:rsidTr="00D31885">
        <w:tc>
          <w:tcPr>
            <w:tcW w:w="1680" w:type="dxa"/>
            <w:vAlign w:val="center"/>
          </w:tcPr>
          <w:p w14:paraId="499C93B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6DBBF28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074115AF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80476D5" w14:textId="77777777" w:rsidTr="00D31885">
        <w:tc>
          <w:tcPr>
            <w:tcW w:w="1680" w:type="dxa"/>
          </w:tcPr>
          <w:p w14:paraId="2B683E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59310676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informaty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48D1D5A7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4FE3A04" w14:textId="77777777" w:rsidR="001F562C" w:rsidRPr="002A175E" w:rsidRDefault="001F562C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1F562C" w:rsidRPr="002A175E" w14:paraId="7A4FFE7E" w14:textId="77777777" w:rsidTr="00D31885">
        <w:tc>
          <w:tcPr>
            <w:tcW w:w="1680" w:type="dxa"/>
          </w:tcPr>
          <w:p w14:paraId="7E4F98E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4EA8BEDD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ktowania i modyfikowania dokumentów, procedur i pro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3AAEF6EF" w14:textId="77777777" w:rsidR="001F562C" w:rsidRPr="002A175E" w:rsidRDefault="00545BE3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213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543EFB6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34D60D6A" w14:textId="77777777" w:rsidTr="00D31885">
        <w:tc>
          <w:tcPr>
            <w:tcW w:w="1680" w:type="dxa"/>
          </w:tcPr>
          <w:p w14:paraId="69E31EC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491FE366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6763A19C" w14:textId="77777777" w:rsidR="001F562C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43BCA8A" w14:textId="77777777" w:rsidR="001F562C" w:rsidRPr="002A175E" w:rsidRDefault="00D21385" w:rsidP="007E65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14:paraId="12CD69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66BC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608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6E96F9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646AEB24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7306AA" w14:textId="77777777" w:rsidTr="00A96862">
        <w:tc>
          <w:tcPr>
            <w:tcW w:w="9520" w:type="dxa"/>
          </w:tcPr>
          <w:p w14:paraId="74CBA482" w14:textId="77777777" w:rsidR="0085747A" w:rsidRPr="0007260A" w:rsidRDefault="0085747A" w:rsidP="0007260A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7260A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4C5822" w:rsidRPr="009C54AE" w14:paraId="00793AC7" w14:textId="77777777" w:rsidTr="00A96862">
        <w:tc>
          <w:tcPr>
            <w:tcW w:w="9520" w:type="dxa"/>
          </w:tcPr>
          <w:p w14:paraId="2ED36FEA" w14:textId="77777777" w:rsidR="004C5822" w:rsidRPr="009C54AE" w:rsidRDefault="004C5822" w:rsidP="007050B5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4F5BBC" w14:textId="77777777" w:rsidTr="00A96862">
        <w:tc>
          <w:tcPr>
            <w:tcW w:w="9520" w:type="dxa"/>
          </w:tcPr>
          <w:p w14:paraId="45D0A4C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CC769F1" w14:textId="77777777" w:rsidTr="00A96862">
        <w:tc>
          <w:tcPr>
            <w:tcW w:w="9520" w:type="dxa"/>
          </w:tcPr>
          <w:p w14:paraId="2F7F2BFE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FB27C4">
              <w:rPr>
                <w:rFonts w:ascii="Corbel" w:hAnsi="Corbel"/>
                <w:sz w:val="24"/>
                <w:szCs w:val="24"/>
              </w:rPr>
              <w:t>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9F08B22" w14:textId="77777777" w:rsidTr="00A96862">
        <w:tc>
          <w:tcPr>
            <w:tcW w:w="9520" w:type="dxa"/>
          </w:tcPr>
          <w:p w14:paraId="49382502" w14:textId="77777777" w:rsidR="004C5822" w:rsidRPr="009C54AE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2C27F0DF" w14:textId="77777777" w:rsidTr="00A96862">
        <w:tc>
          <w:tcPr>
            <w:tcW w:w="9520" w:type="dxa"/>
          </w:tcPr>
          <w:p w14:paraId="6C163CD0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11129BB3" w14:textId="77777777" w:rsidTr="00A96862">
        <w:tc>
          <w:tcPr>
            <w:tcW w:w="9520" w:type="dxa"/>
          </w:tcPr>
          <w:p w14:paraId="135077DA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1DA45BF9" w14:textId="77777777" w:rsidTr="00A96862">
        <w:tc>
          <w:tcPr>
            <w:tcW w:w="9520" w:type="dxa"/>
          </w:tcPr>
          <w:p w14:paraId="11EBC9AB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6ACEAF15" w14:textId="77777777" w:rsidTr="00A96862">
        <w:tc>
          <w:tcPr>
            <w:tcW w:w="9520" w:type="dxa"/>
          </w:tcPr>
          <w:p w14:paraId="4569116F" w14:textId="77777777" w:rsidR="004C5822" w:rsidRPr="00FB27C4" w:rsidRDefault="004C5822" w:rsidP="007050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</w:tbl>
    <w:p w14:paraId="161F9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C0E4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8CF9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53008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onsul</w:t>
      </w:r>
      <w:r w:rsidR="000E77DC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tacje.</w:t>
      </w:r>
    </w:p>
    <w:p w14:paraId="02505E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DD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454A3B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18590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71C1C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746FA80A" w14:textId="77777777" w:rsidTr="00E24198">
        <w:tc>
          <w:tcPr>
            <w:tcW w:w="2378" w:type="dxa"/>
            <w:vAlign w:val="center"/>
          </w:tcPr>
          <w:p w14:paraId="3C8FE4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7748973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6DDC231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275BD87" w14:textId="77777777" w:rsidTr="00E24198">
        <w:tc>
          <w:tcPr>
            <w:tcW w:w="2378" w:type="dxa"/>
          </w:tcPr>
          <w:p w14:paraId="7A8E8A74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49628A0A" w14:textId="77777777" w:rsidR="001F562C" w:rsidRPr="004C3B61" w:rsidRDefault="004C3B61" w:rsidP="00D2138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D21385">
              <w:rPr>
                <w:rFonts w:ascii="Corbel" w:hAnsi="Corbel"/>
                <w:sz w:val="24"/>
                <w:szCs w:val="24"/>
              </w:rPr>
              <w:t>taniem środków audiowizu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64566BE3" w14:textId="77777777" w:rsidR="001F562C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1640C37D" w14:textId="77777777" w:rsidTr="00E24198">
        <w:tc>
          <w:tcPr>
            <w:tcW w:w="2378" w:type="dxa"/>
          </w:tcPr>
          <w:p w14:paraId="59F4C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1F0E02CA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78DCEB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9DF447" w14:textId="77777777" w:rsidTr="00E24198">
        <w:tc>
          <w:tcPr>
            <w:tcW w:w="2378" w:type="dxa"/>
          </w:tcPr>
          <w:p w14:paraId="4D98471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65EBE511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D21385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25BFA15B" w14:textId="77777777" w:rsidR="00E24198" w:rsidRPr="002A175E" w:rsidRDefault="00E24198" w:rsidP="007E654E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1DB127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558AA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E654E" w14:paraId="2B2415DC" w14:textId="77777777" w:rsidTr="00923D7D">
        <w:tc>
          <w:tcPr>
            <w:tcW w:w="9670" w:type="dxa"/>
          </w:tcPr>
          <w:p w14:paraId="5CB54DE2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Warunkiem zaliczenia przedmiotu jest: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3279C4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uczestnictwo w zajęciach, 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047F9CF5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uzyskanie pozytywnej oceny z kolokwium,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EB50420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przygotowanie i wygłoszenie prezentacji,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16BFE0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wykonanie zadań i dostarczenie plików z rozwiązaniami (zarówno te rozwiązane </w:t>
            </w:r>
            <w:r w:rsidRPr="007E654E">
              <w:rPr>
                <w:rStyle w:val="scxw215443509"/>
                <w:rFonts w:ascii="Corbel" w:eastAsia="Calibri" w:hAnsi="Corbel" w:cs="Calibri"/>
              </w:rPr>
              <w:t> </w:t>
            </w:r>
            <w:r w:rsidRPr="007E654E">
              <w:rPr>
                <w:rFonts w:ascii="Corbel" w:hAnsi="Corbel" w:cs="Calibri"/>
              </w:rPr>
              <w:br/>
            </w:r>
            <w:r w:rsidRPr="007E654E">
              <w:rPr>
                <w:rStyle w:val="normaltextrun"/>
                <w:rFonts w:ascii="Corbel" w:hAnsi="Corbel" w:cs="Calibri"/>
              </w:rPr>
              <w:t>   w kontakcie, jak i bez kontaktu z nauczycielem).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6FDAB3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Zasady skalowania punktów z zadań cząstkowych na ocenę ostateczną z kolokwium: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C9F0253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50% punktów – ocena dostateczna,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B2908B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60% punktów – ocena dostateczna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504010CC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70% punktów – ocena dobra,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44D1446A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80% punktów – ocena dobra plus,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2B3A7C56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• uzyskane 90% punktów – ocena bardzo dobra.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7DC0C34F" w14:textId="77777777" w:rsidR="007E654E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>W przypadku, gdy kolokwium jest poprawiane, ocenę ostateczną wylicza się jako średnią ważoną z wagą 2 dla kolokwiów poprawkowych.</w:t>
            </w:r>
            <w:r w:rsidRPr="007E654E">
              <w:rPr>
                <w:rStyle w:val="eop"/>
                <w:rFonts w:ascii="Corbel" w:eastAsia="Calibri" w:hAnsi="Corbel" w:cs="Calibri"/>
              </w:rPr>
              <w:t> </w:t>
            </w:r>
          </w:p>
          <w:p w14:paraId="6711A642" w14:textId="77777777" w:rsidR="0085747A" w:rsidRPr="007E654E" w:rsidRDefault="007E654E" w:rsidP="007E654E">
            <w:pPr>
              <w:pStyle w:val="paragraph"/>
              <w:spacing w:before="0" w:beforeAutospacing="0" w:after="0" w:afterAutospacing="0"/>
              <w:textAlignment w:val="baseline"/>
              <w:rPr>
                <w:rFonts w:ascii="Corbel" w:hAnsi="Corbel" w:cs="Segoe UI"/>
              </w:rPr>
            </w:pPr>
            <w:r w:rsidRPr="007E654E">
              <w:rPr>
                <w:rStyle w:val="normaltextrun"/>
                <w:rFonts w:ascii="Corbel" w:hAnsi="Corbel" w:cs="Calibri"/>
              </w:rPr>
              <w:t xml:space="preserve">Ocenę ostateczną z przedmiotu ustala się na podstawie wyniku kolokwium pod warunkiem </w:t>
            </w:r>
            <w:r w:rsidRPr="007E654E">
              <w:rPr>
                <w:rStyle w:val="normaltextrun"/>
                <w:rFonts w:ascii="Corbel" w:hAnsi="Corbel" w:cs="Calibri"/>
              </w:rPr>
              <w:lastRenderedPageBreak/>
              <w:t>spełnienia pozostałych warunków (obecność, prezentacja, pliki z efektami).</w:t>
            </w:r>
          </w:p>
        </w:tc>
      </w:tr>
    </w:tbl>
    <w:p w14:paraId="22675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58E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51B9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4F06823" w14:textId="77777777" w:rsidTr="003E1941">
        <w:tc>
          <w:tcPr>
            <w:tcW w:w="4962" w:type="dxa"/>
            <w:vAlign w:val="center"/>
          </w:tcPr>
          <w:p w14:paraId="4C53C6EC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0326B3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350BF3E" w14:textId="77777777" w:rsidTr="00923D7D">
        <w:tc>
          <w:tcPr>
            <w:tcW w:w="4962" w:type="dxa"/>
          </w:tcPr>
          <w:p w14:paraId="35D7C8A7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2398284" w14:textId="77777777" w:rsidR="000368C2" w:rsidRPr="009C54AE" w:rsidRDefault="007050B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4745E4D7" w14:textId="77777777" w:rsidTr="00923D7D">
        <w:tc>
          <w:tcPr>
            <w:tcW w:w="4962" w:type="dxa"/>
          </w:tcPr>
          <w:p w14:paraId="2BC59DB1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3F65EB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635C150" w14:textId="77777777" w:rsidR="004D4350" w:rsidRPr="009C54AE" w:rsidRDefault="007050B5" w:rsidP="007050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5917E5C" w14:textId="77777777" w:rsidTr="00923D7D">
        <w:tc>
          <w:tcPr>
            <w:tcW w:w="4962" w:type="dxa"/>
          </w:tcPr>
          <w:p w14:paraId="5F68F095" w14:textId="77777777" w:rsidR="005F3EA5" w:rsidRPr="009C54AE" w:rsidRDefault="005F3EA5" w:rsidP="00903540">
            <w:pPr>
              <w:pStyle w:val="Akapitzlist"/>
              <w:keepLine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50B5">
              <w:rPr>
                <w:rFonts w:ascii="Corbel" w:hAnsi="Corbel"/>
                <w:sz w:val="24"/>
                <w:szCs w:val="24"/>
              </w:rPr>
              <w:t>: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050B5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do kolokwiów</w:t>
            </w:r>
            <w:r w:rsidR="00903540">
              <w:rPr>
                <w:rFonts w:ascii="Corbel" w:hAnsi="Corbel"/>
                <w:sz w:val="24"/>
                <w:szCs w:val="24"/>
              </w:rPr>
              <w:t xml:space="preserve">, </w:t>
            </w:r>
            <w:r w:rsidR="00FC3C6B">
              <w:rPr>
                <w:rFonts w:ascii="Corbel" w:hAnsi="Corbel"/>
                <w:sz w:val="24"/>
                <w:szCs w:val="24"/>
              </w:rPr>
              <w:t>przygotowanie prezentacji</w:t>
            </w:r>
          </w:p>
        </w:tc>
        <w:tc>
          <w:tcPr>
            <w:tcW w:w="4677" w:type="dxa"/>
          </w:tcPr>
          <w:p w14:paraId="57E27438" w14:textId="77777777" w:rsidR="005F3EA5" w:rsidRPr="009C54AE" w:rsidRDefault="00FC3C6B" w:rsidP="007050B5">
            <w:pPr>
              <w:pStyle w:val="Akapitzlist"/>
              <w:keepLines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0354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8BAAC3" w14:textId="77777777" w:rsidTr="00923D7D">
        <w:tc>
          <w:tcPr>
            <w:tcW w:w="4962" w:type="dxa"/>
          </w:tcPr>
          <w:p w14:paraId="59A946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F3DDA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3B108EA" w14:textId="77777777" w:rsidTr="00923D7D">
        <w:tc>
          <w:tcPr>
            <w:tcW w:w="4962" w:type="dxa"/>
          </w:tcPr>
          <w:p w14:paraId="4C22B2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32A356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FB7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19AFF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08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1DD993D" w14:textId="77777777" w:rsidTr="000368C2">
        <w:trPr>
          <w:trHeight w:val="397"/>
        </w:trPr>
        <w:tc>
          <w:tcPr>
            <w:tcW w:w="4111" w:type="dxa"/>
          </w:tcPr>
          <w:p w14:paraId="3DC9E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5C0007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90718" w14:textId="77777777" w:rsidTr="000368C2">
        <w:trPr>
          <w:trHeight w:val="397"/>
        </w:trPr>
        <w:tc>
          <w:tcPr>
            <w:tcW w:w="4111" w:type="dxa"/>
          </w:tcPr>
          <w:p w14:paraId="1D4C7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74896E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21FE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02795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9B8448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664CA6" w14:textId="77777777" w:rsidTr="000368C2">
        <w:trPr>
          <w:trHeight w:val="397"/>
        </w:trPr>
        <w:tc>
          <w:tcPr>
            <w:tcW w:w="9639" w:type="dxa"/>
          </w:tcPr>
          <w:p w14:paraId="5D2E691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827444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1FB33789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76D8F294" w14:textId="77777777" w:rsidTr="000368C2">
        <w:trPr>
          <w:trHeight w:val="397"/>
        </w:trPr>
        <w:tc>
          <w:tcPr>
            <w:tcW w:w="9639" w:type="dxa"/>
          </w:tcPr>
          <w:p w14:paraId="249759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6054A5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9C2F7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9D57C76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E14965A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S.A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BDF0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7F6FAC" w14:textId="77777777" w:rsidR="00FC0BAB" w:rsidRDefault="00FC0BA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BEB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E2B4C" w14:textId="77777777" w:rsidR="003D62D7" w:rsidRDefault="003D62D7" w:rsidP="00C16ABF">
      <w:pPr>
        <w:spacing w:after="0" w:line="240" w:lineRule="auto"/>
      </w:pPr>
      <w:r>
        <w:separator/>
      </w:r>
    </w:p>
  </w:endnote>
  <w:endnote w:type="continuationSeparator" w:id="0">
    <w:p w14:paraId="42EFD14E" w14:textId="77777777" w:rsidR="003D62D7" w:rsidRDefault="003D62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37444" w14:textId="77777777" w:rsidR="003D62D7" w:rsidRDefault="003D62D7" w:rsidP="00C16ABF">
      <w:pPr>
        <w:spacing w:after="0" w:line="240" w:lineRule="auto"/>
      </w:pPr>
      <w:r>
        <w:separator/>
      </w:r>
    </w:p>
  </w:footnote>
  <w:footnote w:type="continuationSeparator" w:id="0">
    <w:p w14:paraId="15B7FCD1" w14:textId="77777777" w:rsidR="003D62D7" w:rsidRDefault="003D62D7" w:rsidP="00C16ABF">
      <w:pPr>
        <w:spacing w:after="0" w:line="240" w:lineRule="auto"/>
      </w:pPr>
      <w:r>
        <w:continuationSeparator/>
      </w:r>
    </w:p>
  </w:footnote>
  <w:footnote w:id="1">
    <w:p w14:paraId="0AC1C5A5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260A"/>
    <w:rsid w:val="000742DC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347"/>
    <w:rsid w:val="000D04B0"/>
    <w:rsid w:val="000D3085"/>
    <w:rsid w:val="000E77DC"/>
    <w:rsid w:val="000F1C57"/>
    <w:rsid w:val="000F5615"/>
    <w:rsid w:val="00100CCA"/>
    <w:rsid w:val="00110142"/>
    <w:rsid w:val="00112A61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2A5A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2D7"/>
    <w:rsid w:val="003D6CE2"/>
    <w:rsid w:val="003E1941"/>
    <w:rsid w:val="003E2FE6"/>
    <w:rsid w:val="003E49D5"/>
    <w:rsid w:val="003F38C0"/>
    <w:rsid w:val="003F478A"/>
    <w:rsid w:val="003F6189"/>
    <w:rsid w:val="00405599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06494"/>
    <w:rsid w:val="00513B6F"/>
    <w:rsid w:val="00517C63"/>
    <w:rsid w:val="00531F6A"/>
    <w:rsid w:val="005363C4"/>
    <w:rsid w:val="00536BDE"/>
    <w:rsid w:val="0054088D"/>
    <w:rsid w:val="0054224F"/>
    <w:rsid w:val="00543ACC"/>
    <w:rsid w:val="00545BE3"/>
    <w:rsid w:val="00547CC8"/>
    <w:rsid w:val="005548C1"/>
    <w:rsid w:val="00557450"/>
    <w:rsid w:val="00595D2A"/>
    <w:rsid w:val="005A0855"/>
    <w:rsid w:val="005A3196"/>
    <w:rsid w:val="005A4BBC"/>
    <w:rsid w:val="005B18AB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259FD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3B42"/>
    <w:rsid w:val="00696477"/>
    <w:rsid w:val="006A7237"/>
    <w:rsid w:val="006C1135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50B5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54E"/>
    <w:rsid w:val="007E7FBF"/>
    <w:rsid w:val="007F4155"/>
    <w:rsid w:val="0081193D"/>
    <w:rsid w:val="0081707E"/>
    <w:rsid w:val="0082264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3540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61770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2E62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8E7"/>
    <w:rsid w:val="00CE5BAC"/>
    <w:rsid w:val="00CE73E6"/>
    <w:rsid w:val="00CF25BE"/>
    <w:rsid w:val="00CF78ED"/>
    <w:rsid w:val="00D02B25"/>
    <w:rsid w:val="00D02EBA"/>
    <w:rsid w:val="00D16B0F"/>
    <w:rsid w:val="00D17C3C"/>
    <w:rsid w:val="00D21385"/>
    <w:rsid w:val="00D26B2C"/>
    <w:rsid w:val="00D31885"/>
    <w:rsid w:val="00D352C9"/>
    <w:rsid w:val="00D37E80"/>
    <w:rsid w:val="00D425B2"/>
    <w:rsid w:val="00D4357E"/>
    <w:rsid w:val="00D552B2"/>
    <w:rsid w:val="00D55A1D"/>
    <w:rsid w:val="00D608D1"/>
    <w:rsid w:val="00D66BF5"/>
    <w:rsid w:val="00D74119"/>
    <w:rsid w:val="00D8075B"/>
    <w:rsid w:val="00D8678B"/>
    <w:rsid w:val="00DA2114"/>
    <w:rsid w:val="00DE09C0"/>
    <w:rsid w:val="00DE1388"/>
    <w:rsid w:val="00DE16E5"/>
    <w:rsid w:val="00DE5309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0C9E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0BAB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6F9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E65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E654E"/>
  </w:style>
  <w:style w:type="character" w:customStyle="1" w:styleId="eop">
    <w:name w:val="eop"/>
    <w:basedOn w:val="Domylnaczcionkaakapitu"/>
    <w:rsid w:val="007E654E"/>
  </w:style>
  <w:style w:type="character" w:customStyle="1" w:styleId="scxw215443509">
    <w:name w:val="scxw215443509"/>
    <w:basedOn w:val="Domylnaczcionkaakapitu"/>
    <w:rsid w:val="007E654E"/>
  </w:style>
  <w:style w:type="character" w:styleId="Odwoaniedokomentarza">
    <w:name w:val="annotation reference"/>
    <w:basedOn w:val="Domylnaczcionkaakapitu"/>
    <w:uiPriority w:val="99"/>
    <w:semiHidden/>
    <w:unhideWhenUsed/>
    <w:rsid w:val="0007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0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0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A21B-7A03-4797-93A8-162660287C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6452CA-8AF3-448A-982A-EB40BA217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2C80B-B858-427D-B848-D0FFDDD0C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1D3E6-37D7-4029-8EE0-876C9362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2017-02-15T12:41:00Z</cp:lastPrinted>
  <dcterms:created xsi:type="dcterms:W3CDTF">2020-11-30T22:46:00Z</dcterms:created>
  <dcterms:modified xsi:type="dcterms:W3CDTF">2021-09-06T06:21:00Z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